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F1AE6" w14:textId="77777777" w:rsidR="004566CD" w:rsidRPr="0054603F" w:rsidRDefault="004566CD" w:rsidP="004566CD">
      <w:pPr>
        <w:spacing w:after="0"/>
        <w:jc w:val="center"/>
        <w:rPr>
          <w:rFonts w:cs="Arial"/>
          <w:smallCaps w:val="0"/>
          <w:sz w:val="36"/>
          <w:szCs w:val="36"/>
        </w:rPr>
      </w:pPr>
      <w:r w:rsidRPr="0054603F">
        <w:rPr>
          <w:rFonts w:cs="Arial"/>
          <w:b/>
          <w:smallCaps w:val="0"/>
          <w:sz w:val="32"/>
          <w:szCs w:val="32"/>
        </w:rPr>
        <w:t>Dyspozycja wydania nr</w:t>
      </w:r>
      <w:r w:rsidRPr="0054603F">
        <w:rPr>
          <w:rFonts w:cs="Arial"/>
          <w:smallCaps w:val="0"/>
          <w:sz w:val="36"/>
          <w:szCs w:val="36"/>
        </w:rPr>
        <w:t xml:space="preserve"> </w:t>
      </w:r>
      <w:sdt>
        <w:sdtPr>
          <w:rPr>
            <w:rFonts w:cs="Arial"/>
            <w:smallCaps w:val="0"/>
            <w:sz w:val="36"/>
            <w:szCs w:val="36"/>
          </w:rPr>
          <w:id w:val="-1492794907"/>
          <w:placeholder>
            <w:docPart w:val="1D50F77A8BC64026B1B14F7B961CD96B"/>
          </w:placeholder>
        </w:sdtPr>
        <w:sdtEndPr>
          <w:rPr>
            <w:sz w:val="24"/>
            <w:szCs w:val="24"/>
          </w:rPr>
        </w:sdtEndPr>
        <w:sdtContent>
          <w:r w:rsidRPr="0054603F">
            <w:rPr>
              <w:rFonts w:cs="Arial"/>
              <w:smallCaps w:val="0"/>
              <w:sz w:val="24"/>
              <w:szCs w:val="24"/>
            </w:rPr>
            <w:t>________________</w:t>
          </w:r>
        </w:sdtContent>
      </w:sdt>
    </w:p>
    <w:p w14:paraId="6D3F1AE7" w14:textId="77777777" w:rsidR="004566CD" w:rsidRPr="0054603F" w:rsidRDefault="004566CD" w:rsidP="004566CD">
      <w:pPr>
        <w:spacing w:after="0"/>
        <w:jc w:val="center"/>
        <w:rPr>
          <w:rFonts w:cs="Arial"/>
          <w:smallCaps w:val="0"/>
          <w:sz w:val="20"/>
          <w:szCs w:val="20"/>
        </w:rPr>
      </w:pPr>
      <w:r w:rsidRPr="0054603F">
        <w:rPr>
          <w:rFonts w:cs="Arial"/>
          <w:smallCaps w:val="0"/>
          <w:sz w:val="20"/>
          <w:szCs w:val="20"/>
        </w:rPr>
        <w:t xml:space="preserve">z dnia </w:t>
      </w:r>
      <w:sdt>
        <w:sdtPr>
          <w:rPr>
            <w:rFonts w:cs="Arial"/>
            <w:smallCaps w:val="0"/>
            <w:sz w:val="20"/>
            <w:szCs w:val="20"/>
          </w:rPr>
          <w:id w:val="-332376649"/>
          <w:placeholder>
            <w:docPart w:val="1D50F77A8BC64026B1B14F7B961CD96B"/>
          </w:placeholder>
        </w:sdtPr>
        <w:sdtEndPr/>
        <w:sdtContent>
          <w:r w:rsidRPr="0054603F">
            <w:rPr>
              <w:rFonts w:cs="Arial"/>
              <w:smallCaps w:val="0"/>
              <w:sz w:val="20"/>
              <w:szCs w:val="20"/>
            </w:rPr>
            <w:t>________________</w:t>
          </w:r>
        </w:sdtContent>
      </w:sdt>
      <w:r w:rsidRPr="0054603F">
        <w:rPr>
          <w:rFonts w:cs="Arial"/>
          <w:smallCaps w:val="0"/>
          <w:sz w:val="20"/>
          <w:szCs w:val="20"/>
        </w:rPr>
        <w:t xml:space="preserve"> godz. </w:t>
      </w:r>
      <w:sdt>
        <w:sdtPr>
          <w:rPr>
            <w:rFonts w:cs="Arial"/>
            <w:smallCaps w:val="0"/>
            <w:sz w:val="20"/>
            <w:szCs w:val="20"/>
          </w:rPr>
          <w:id w:val="-564730226"/>
          <w:placeholder>
            <w:docPart w:val="1D50F77A8BC64026B1B14F7B961CD96B"/>
          </w:placeholder>
        </w:sdtPr>
        <w:sdtEndPr/>
        <w:sdtContent>
          <w:r w:rsidRPr="0054603F">
            <w:rPr>
              <w:rFonts w:cs="Arial"/>
              <w:smallCaps w:val="0"/>
              <w:sz w:val="20"/>
              <w:szCs w:val="20"/>
            </w:rPr>
            <w:t>________________</w:t>
          </w:r>
        </w:sdtContent>
      </w:sdt>
    </w:p>
    <w:p w14:paraId="6D3F1AE8" w14:textId="77777777" w:rsidR="004566CD" w:rsidRPr="0054603F" w:rsidRDefault="004566CD" w:rsidP="004566CD">
      <w:pPr>
        <w:spacing w:after="0"/>
        <w:jc w:val="center"/>
        <w:rPr>
          <w:rFonts w:cs="Arial"/>
          <w:b/>
          <w:smallCaps w:val="0"/>
          <w:sz w:val="24"/>
          <w:szCs w:val="24"/>
        </w:rPr>
      </w:pPr>
      <w:r w:rsidRPr="0054603F">
        <w:rPr>
          <w:rFonts w:cs="Arial"/>
          <w:b/>
          <w:smallCaps w:val="0"/>
          <w:sz w:val="32"/>
          <w:szCs w:val="32"/>
        </w:rPr>
        <w:t>ważne od</w:t>
      </w:r>
      <w:r w:rsidRPr="0054603F">
        <w:rPr>
          <w:rFonts w:cs="Arial"/>
          <w:smallCaps w:val="0"/>
          <w:sz w:val="24"/>
          <w:szCs w:val="24"/>
        </w:rPr>
        <w:t xml:space="preserve"> </w:t>
      </w:r>
      <w:sdt>
        <w:sdtPr>
          <w:rPr>
            <w:rFonts w:cs="Arial"/>
            <w:smallCaps w:val="0"/>
            <w:sz w:val="24"/>
            <w:szCs w:val="24"/>
          </w:rPr>
          <w:id w:val="1499620812"/>
          <w:placeholder>
            <w:docPart w:val="1D50F77A8BC64026B1B14F7B961CD96B"/>
          </w:placeholder>
        </w:sdtPr>
        <w:sdtEndPr/>
        <w:sdtContent>
          <w:r w:rsidRPr="0054603F">
            <w:rPr>
              <w:rFonts w:cs="Arial"/>
              <w:smallCaps w:val="0"/>
              <w:sz w:val="24"/>
              <w:szCs w:val="24"/>
            </w:rPr>
            <w:t>________________</w:t>
          </w:r>
        </w:sdtContent>
      </w:sdt>
      <w:r w:rsidRPr="0054603F">
        <w:rPr>
          <w:rFonts w:cs="Arial"/>
          <w:b/>
          <w:smallCaps w:val="0"/>
          <w:sz w:val="24"/>
          <w:szCs w:val="24"/>
        </w:rPr>
        <w:t xml:space="preserve"> </w:t>
      </w:r>
      <w:r w:rsidRPr="0054603F">
        <w:rPr>
          <w:rFonts w:cs="Arial"/>
          <w:b/>
          <w:smallCaps w:val="0"/>
          <w:sz w:val="32"/>
          <w:szCs w:val="32"/>
        </w:rPr>
        <w:t>do</w:t>
      </w:r>
      <w:r w:rsidRPr="0054603F">
        <w:rPr>
          <w:rFonts w:cs="Arial"/>
          <w:smallCaps w:val="0"/>
          <w:sz w:val="32"/>
          <w:szCs w:val="32"/>
        </w:rPr>
        <w:t xml:space="preserve"> </w:t>
      </w:r>
      <w:sdt>
        <w:sdtPr>
          <w:rPr>
            <w:rFonts w:cs="Arial"/>
            <w:smallCaps w:val="0"/>
            <w:sz w:val="32"/>
            <w:szCs w:val="32"/>
          </w:rPr>
          <w:id w:val="-1948305153"/>
          <w:placeholder>
            <w:docPart w:val="1D50F77A8BC64026B1B14F7B961CD96B"/>
          </w:placeholder>
        </w:sdtPr>
        <w:sdtEndPr>
          <w:rPr>
            <w:sz w:val="24"/>
            <w:szCs w:val="24"/>
          </w:rPr>
        </w:sdtEndPr>
        <w:sdtContent>
          <w:r w:rsidRPr="0054603F">
            <w:rPr>
              <w:rFonts w:cs="Arial"/>
              <w:smallCaps w:val="0"/>
              <w:sz w:val="24"/>
              <w:szCs w:val="24"/>
            </w:rPr>
            <w:t>________________</w:t>
          </w:r>
        </w:sdtContent>
      </w:sdt>
    </w:p>
    <w:p w14:paraId="6D3F1AE9" w14:textId="77777777" w:rsidR="004566CD" w:rsidRPr="0054603F" w:rsidRDefault="004566CD" w:rsidP="004566CD">
      <w:pPr>
        <w:rPr>
          <w:rFonts w:cs="Arial"/>
          <w:b/>
          <w:smallCaps w:val="0"/>
          <w:sz w:val="24"/>
          <w:szCs w:val="24"/>
        </w:rPr>
      </w:pPr>
    </w:p>
    <w:tbl>
      <w:tblPr>
        <w:tblW w:w="914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4"/>
        <w:gridCol w:w="2287"/>
        <w:gridCol w:w="2288"/>
      </w:tblGrid>
      <w:tr w:rsidR="004566CD" w:rsidRPr="0054603F" w14:paraId="6D3F1B03" w14:textId="77777777" w:rsidTr="003D6FE1">
        <w:trPr>
          <w:trHeight w:val="1208"/>
        </w:trPr>
        <w:tc>
          <w:tcPr>
            <w:tcW w:w="4574" w:type="dxa"/>
          </w:tcPr>
          <w:p w14:paraId="6D3F1AEA" w14:textId="77777777" w:rsidR="004566CD" w:rsidRPr="0054603F" w:rsidRDefault="004566CD" w:rsidP="003D6FE1">
            <w:pPr>
              <w:spacing w:after="0"/>
              <w:rPr>
                <w:rFonts w:cs="Arial"/>
                <w:smallCaps w:val="0"/>
                <w:szCs w:val="24"/>
              </w:rPr>
            </w:pPr>
            <w:r w:rsidRPr="0054603F">
              <w:rPr>
                <w:rFonts w:cs="Arial"/>
                <w:smallCaps w:val="0"/>
                <w:szCs w:val="24"/>
              </w:rPr>
              <w:t>Zleceniodawca:</w:t>
            </w:r>
          </w:p>
          <w:sdt>
            <w:sdtPr>
              <w:rPr>
                <w:rFonts w:cs="Arial"/>
                <w:b/>
                <w:smallCaps w:val="0"/>
                <w:sz w:val="18"/>
                <w:szCs w:val="18"/>
              </w:rPr>
              <w:id w:val="-502898060"/>
              <w:placeholder>
                <w:docPart w:val="12C46863A6AF4595BF4D656C05B04372"/>
              </w:placeholder>
            </w:sdtPr>
            <w:sdtEndPr/>
            <w:sdtContent>
              <w:p w14:paraId="6D3F1AEB" w14:textId="77777777" w:rsidR="004566CD" w:rsidRDefault="004566CD" w:rsidP="003D6FE1">
                <w:pPr>
                  <w:spacing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6D3F1AEC" w14:textId="77777777" w:rsidR="004566CD" w:rsidRDefault="004566CD" w:rsidP="003D6FE1">
                <w:pPr>
                  <w:spacing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6D3F1AED" w14:textId="77777777" w:rsidR="004566CD" w:rsidRPr="00CE30E6" w:rsidRDefault="004566CD" w:rsidP="003D6FE1">
                <w:pPr>
                  <w:spacing w:after="0" w:line="312" w:lineRule="auto"/>
                  <w:rPr>
                    <w:rFonts w:cs="Arial"/>
                    <w:b/>
                    <w:sz w:val="18"/>
                    <w:szCs w:val="18"/>
                  </w:rPr>
                </w:pPr>
                <w:r>
                  <w:rPr>
                    <w:rFonts w:cs="Arial"/>
                    <w:b/>
                    <w:smallCaps w:val="0"/>
                    <w:sz w:val="18"/>
                    <w:szCs w:val="18"/>
                  </w:rPr>
                  <w:t xml:space="preserve"> </w:t>
                </w:r>
              </w:p>
            </w:sdtContent>
          </w:sdt>
        </w:tc>
        <w:tc>
          <w:tcPr>
            <w:tcW w:w="2287" w:type="dxa"/>
            <w:vMerge w:val="restart"/>
          </w:tcPr>
          <w:p w14:paraId="6D3F1AEE" w14:textId="77777777" w:rsidR="004566CD" w:rsidRPr="0054603F" w:rsidRDefault="004566CD" w:rsidP="003D6FE1">
            <w:pPr>
              <w:spacing w:after="0"/>
              <w:ind w:left="6"/>
              <w:jc w:val="right"/>
              <w:rPr>
                <w:rFonts w:cs="Arial"/>
                <w:smallCaps w:val="0"/>
                <w:szCs w:val="24"/>
              </w:rPr>
            </w:pPr>
            <w:r w:rsidRPr="0054603F">
              <w:rPr>
                <w:rFonts w:cs="Arial"/>
                <w:smallCaps w:val="0"/>
                <w:szCs w:val="24"/>
              </w:rPr>
              <w:t>Punkt wys.:</w:t>
            </w:r>
          </w:p>
          <w:p w14:paraId="6D3F1AEF" w14:textId="77777777" w:rsidR="004566CD" w:rsidRPr="0054603F" w:rsidRDefault="004566CD" w:rsidP="003D6FE1">
            <w:pPr>
              <w:spacing w:after="0"/>
              <w:ind w:left="6"/>
              <w:jc w:val="right"/>
              <w:rPr>
                <w:rFonts w:cs="Arial"/>
                <w:smallCaps w:val="0"/>
                <w:szCs w:val="24"/>
              </w:rPr>
            </w:pPr>
            <w:r w:rsidRPr="0054603F">
              <w:rPr>
                <w:rFonts w:cs="Arial"/>
                <w:smallCaps w:val="0"/>
                <w:szCs w:val="24"/>
              </w:rPr>
              <w:t>Kierowca:</w:t>
            </w:r>
          </w:p>
          <w:p w14:paraId="6D3F1AF0" w14:textId="77777777" w:rsidR="004566CD" w:rsidRPr="0054603F" w:rsidRDefault="004566CD" w:rsidP="003D6FE1">
            <w:pPr>
              <w:spacing w:after="0"/>
              <w:ind w:left="6"/>
              <w:jc w:val="right"/>
              <w:rPr>
                <w:rFonts w:cs="Arial"/>
                <w:smallCaps w:val="0"/>
                <w:szCs w:val="24"/>
              </w:rPr>
            </w:pPr>
            <w:r w:rsidRPr="0054603F">
              <w:rPr>
                <w:rFonts w:cs="Arial"/>
                <w:smallCaps w:val="0"/>
                <w:szCs w:val="24"/>
              </w:rPr>
              <w:t>PESEL:</w:t>
            </w:r>
          </w:p>
          <w:p w14:paraId="6D3F1AF1" w14:textId="77777777" w:rsidR="004566CD" w:rsidRPr="0054603F" w:rsidRDefault="004566CD" w:rsidP="003D6FE1">
            <w:pPr>
              <w:spacing w:after="0"/>
              <w:ind w:left="6"/>
              <w:jc w:val="right"/>
              <w:rPr>
                <w:rFonts w:cs="Arial"/>
                <w:smallCaps w:val="0"/>
                <w:szCs w:val="24"/>
              </w:rPr>
            </w:pPr>
            <w:r w:rsidRPr="0054603F">
              <w:rPr>
                <w:rFonts w:cs="Arial"/>
                <w:smallCaps w:val="0"/>
                <w:szCs w:val="24"/>
              </w:rPr>
              <w:t>Nr pojazdu 1:</w:t>
            </w:r>
          </w:p>
          <w:p w14:paraId="6D3F1AF2" w14:textId="77777777" w:rsidR="004566CD" w:rsidRDefault="004566CD" w:rsidP="003D6FE1">
            <w:pPr>
              <w:spacing w:after="0"/>
              <w:ind w:left="6"/>
              <w:jc w:val="right"/>
              <w:rPr>
                <w:rFonts w:cs="Arial"/>
                <w:smallCaps w:val="0"/>
                <w:szCs w:val="24"/>
              </w:rPr>
            </w:pPr>
            <w:r w:rsidRPr="0054603F">
              <w:rPr>
                <w:rFonts w:cs="Arial"/>
                <w:smallCaps w:val="0"/>
                <w:szCs w:val="24"/>
              </w:rPr>
              <w:t>Nr pojazdu 2:</w:t>
            </w:r>
          </w:p>
          <w:p w14:paraId="6D3F1AF3" w14:textId="77777777" w:rsidR="00CE18E3" w:rsidRPr="0054603F" w:rsidRDefault="00CE18E3" w:rsidP="003D6FE1">
            <w:pPr>
              <w:spacing w:after="0"/>
              <w:ind w:left="6"/>
              <w:jc w:val="right"/>
              <w:rPr>
                <w:rFonts w:cs="Arial"/>
                <w:smallCaps w:val="0"/>
                <w:szCs w:val="24"/>
              </w:rPr>
            </w:pPr>
            <w:r>
              <w:rPr>
                <w:rFonts w:cs="Arial"/>
                <w:smallCaps w:val="0"/>
                <w:szCs w:val="24"/>
              </w:rPr>
              <w:t>Nr SENT:</w:t>
            </w:r>
          </w:p>
        </w:tc>
        <w:tc>
          <w:tcPr>
            <w:tcW w:w="2288" w:type="dxa"/>
            <w:vMerge w:val="restart"/>
          </w:tcPr>
          <w:sdt>
            <w:sdtPr>
              <w:rPr>
                <w:rFonts w:cs="Arial"/>
                <w:b/>
                <w:smallCaps w:val="0"/>
                <w:sz w:val="18"/>
                <w:szCs w:val="18"/>
              </w:rPr>
              <w:id w:val="1917281108"/>
              <w:placeholder>
                <w:docPart w:val="E5EAFB7C2794443F9A6BFC371A6E93CE"/>
              </w:placeholder>
            </w:sdtPr>
            <w:sdtEndPr/>
            <w:sdtContent>
              <w:p w14:paraId="6D3F1AF4" w14:textId="77777777" w:rsidR="004566CD" w:rsidRDefault="004566CD" w:rsidP="003D6FE1">
                <w:pPr>
                  <w:spacing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6D3F1AF5" w14:textId="77777777" w:rsidR="004566CD" w:rsidRDefault="004566CD" w:rsidP="003D6FE1">
                <w:pPr>
                  <w:spacing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6D3F1AF6" w14:textId="77777777" w:rsidR="004566CD" w:rsidRDefault="004566CD" w:rsidP="003D6FE1">
                <w:pPr>
                  <w:spacing w:after="0"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  <w:r>
                  <w:rPr>
                    <w:rFonts w:cs="Arial"/>
                    <w:b/>
                    <w:smallCaps w:val="0"/>
                    <w:sz w:val="18"/>
                    <w:szCs w:val="18"/>
                  </w:rPr>
                  <w:t xml:space="preserve"> </w:t>
                </w:r>
              </w:p>
              <w:p w14:paraId="6D3F1AF7" w14:textId="77777777" w:rsidR="004566CD" w:rsidRDefault="004566CD" w:rsidP="003D6FE1">
                <w:pPr>
                  <w:spacing w:after="0"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6D3F1AF8" w14:textId="77777777" w:rsidR="004566CD" w:rsidRDefault="004566CD" w:rsidP="003D6FE1">
                <w:pPr>
                  <w:spacing w:after="0"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6D3F1AF9" w14:textId="77777777" w:rsidR="004566CD" w:rsidRDefault="004566CD" w:rsidP="003D6FE1">
                <w:pPr>
                  <w:spacing w:after="0"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6D3F1AFA" w14:textId="77777777" w:rsidR="004566CD" w:rsidRDefault="004566CD" w:rsidP="003D6FE1">
                <w:pPr>
                  <w:spacing w:after="0"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6D3F1AFB" w14:textId="77777777" w:rsidR="004566CD" w:rsidRDefault="004566CD" w:rsidP="003D6FE1">
                <w:pPr>
                  <w:spacing w:after="0"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6D3F1AFC" w14:textId="77777777" w:rsidR="004566CD" w:rsidRDefault="004566CD" w:rsidP="003D6FE1">
                <w:pPr>
                  <w:spacing w:after="0"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6D3F1AFD" w14:textId="77777777" w:rsidR="004566CD" w:rsidRDefault="004566CD" w:rsidP="003D6FE1">
                <w:pPr>
                  <w:spacing w:after="0"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6D3F1AFE" w14:textId="77777777" w:rsidR="004566CD" w:rsidRDefault="004566CD" w:rsidP="003D6FE1">
                <w:pPr>
                  <w:spacing w:after="0"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6D3F1AFF" w14:textId="77777777" w:rsidR="004566CD" w:rsidRDefault="004566CD" w:rsidP="003D6FE1">
                <w:pPr>
                  <w:spacing w:after="0"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6D3F1B00" w14:textId="77777777" w:rsidR="004566CD" w:rsidRDefault="004566CD" w:rsidP="003D6FE1">
                <w:pPr>
                  <w:spacing w:after="0"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6D3F1B01" w14:textId="77777777" w:rsidR="004566CD" w:rsidRDefault="004566CD" w:rsidP="003D6FE1">
                <w:pPr>
                  <w:spacing w:after="0"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6D3F1B02" w14:textId="77777777" w:rsidR="004566CD" w:rsidRPr="00CE30E6" w:rsidRDefault="003244C5" w:rsidP="003D6FE1">
                <w:pPr>
                  <w:spacing w:after="0"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</w:sdtContent>
          </w:sdt>
        </w:tc>
      </w:tr>
      <w:tr w:rsidR="004566CD" w:rsidRPr="0054603F" w14:paraId="6D3F1B0A" w14:textId="77777777" w:rsidTr="003D6FE1">
        <w:trPr>
          <w:trHeight w:val="1208"/>
        </w:trPr>
        <w:tc>
          <w:tcPr>
            <w:tcW w:w="4574" w:type="dxa"/>
          </w:tcPr>
          <w:p w14:paraId="6D3F1B04" w14:textId="77777777" w:rsidR="004566CD" w:rsidRPr="0054603F" w:rsidRDefault="004566CD" w:rsidP="003D6FE1">
            <w:pPr>
              <w:spacing w:after="0"/>
              <w:rPr>
                <w:rFonts w:cs="Arial"/>
                <w:smallCaps w:val="0"/>
                <w:szCs w:val="24"/>
              </w:rPr>
            </w:pPr>
            <w:r w:rsidRPr="0054603F">
              <w:rPr>
                <w:rFonts w:cs="Arial"/>
                <w:smallCaps w:val="0"/>
                <w:szCs w:val="24"/>
              </w:rPr>
              <w:t>Odbiorca:</w:t>
            </w:r>
          </w:p>
          <w:sdt>
            <w:sdtPr>
              <w:rPr>
                <w:rFonts w:cs="Arial"/>
                <w:b/>
                <w:smallCaps w:val="0"/>
                <w:sz w:val="18"/>
                <w:szCs w:val="18"/>
              </w:rPr>
              <w:id w:val="-194466954"/>
              <w:placeholder>
                <w:docPart w:val="D442513E74D542ACB2B8389524CB4809"/>
              </w:placeholder>
            </w:sdtPr>
            <w:sdtEndPr/>
            <w:sdtContent>
              <w:p w14:paraId="6D3F1B05" w14:textId="77777777" w:rsidR="004566CD" w:rsidRDefault="004566CD" w:rsidP="003D6FE1">
                <w:pPr>
                  <w:spacing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6D3F1B06" w14:textId="77777777" w:rsidR="004566CD" w:rsidRDefault="004566CD" w:rsidP="003D6FE1">
                <w:pPr>
                  <w:spacing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6D3F1B07" w14:textId="77777777" w:rsidR="004566CD" w:rsidRPr="00CE30E6" w:rsidRDefault="004566CD" w:rsidP="003D6FE1">
                <w:pPr>
                  <w:spacing w:after="0"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  <w:r>
                  <w:rPr>
                    <w:rFonts w:cs="Arial"/>
                    <w:b/>
                    <w:smallCaps w:val="0"/>
                    <w:sz w:val="18"/>
                    <w:szCs w:val="18"/>
                  </w:rPr>
                  <w:t xml:space="preserve"> </w:t>
                </w:r>
              </w:p>
            </w:sdtContent>
          </w:sdt>
        </w:tc>
        <w:tc>
          <w:tcPr>
            <w:tcW w:w="2287" w:type="dxa"/>
            <w:vMerge/>
          </w:tcPr>
          <w:p w14:paraId="6D3F1B08" w14:textId="77777777" w:rsidR="004566CD" w:rsidRPr="0054603F" w:rsidRDefault="004566CD" w:rsidP="003D6FE1">
            <w:pPr>
              <w:ind w:left="7"/>
              <w:rPr>
                <w:rFonts w:cs="Arial"/>
                <w:b/>
                <w:smallCaps w:val="0"/>
                <w:sz w:val="24"/>
                <w:szCs w:val="24"/>
              </w:rPr>
            </w:pPr>
          </w:p>
        </w:tc>
        <w:tc>
          <w:tcPr>
            <w:tcW w:w="2288" w:type="dxa"/>
            <w:vMerge/>
          </w:tcPr>
          <w:p w14:paraId="6D3F1B09" w14:textId="77777777" w:rsidR="004566CD" w:rsidRPr="0054603F" w:rsidRDefault="004566CD" w:rsidP="003D6FE1">
            <w:pPr>
              <w:ind w:left="7"/>
              <w:rPr>
                <w:rFonts w:cs="Arial"/>
                <w:b/>
                <w:smallCaps w:val="0"/>
                <w:sz w:val="24"/>
                <w:szCs w:val="24"/>
              </w:rPr>
            </w:pPr>
          </w:p>
        </w:tc>
      </w:tr>
      <w:tr w:rsidR="004566CD" w:rsidRPr="0054603F" w14:paraId="6D3F1B11" w14:textId="77777777" w:rsidTr="003D6FE1">
        <w:trPr>
          <w:trHeight w:val="1208"/>
        </w:trPr>
        <w:tc>
          <w:tcPr>
            <w:tcW w:w="4574" w:type="dxa"/>
          </w:tcPr>
          <w:p w14:paraId="6D3F1B0B" w14:textId="77777777" w:rsidR="004566CD" w:rsidRDefault="004566CD" w:rsidP="003D6FE1">
            <w:pPr>
              <w:spacing w:after="0"/>
              <w:ind w:left="7"/>
              <w:rPr>
                <w:rFonts w:cs="Arial"/>
                <w:smallCaps w:val="0"/>
                <w:szCs w:val="24"/>
              </w:rPr>
            </w:pPr>
            <w:r w:rsidRPr="0054603F">
              <w:rPr>
                <w:rFonts w:cs="Arial"/>
                <w:smallCaps w:val="0"/>
                <w:szCs w:val="24"/>
              </w:rPr>
              <w:t>Miejsce przeznaczenia:</w:t>
            </w:r>
          </w:p>
          <w:sdt>
            <w:sdtPr>
              <w:rPr>
                <w:rFonts w:cs="Arial"/>
                <w:b/>
                <w:smallCaps w:val="0"/>
                <w:sz w:val="18"/>
                <w:szCs w:val="18"/>
              </w:rPr>
              <w:id w:val="323403246"/>
              <w:placeholder>
                <w:docPart w:val="0F929062A8C941228A6A4516DC2185CC"/>
              </w:placeholder>
            </w:sdtPr>
            <w:sdtEndPr/>
            <w:sdtContent>
              <w:p w14:paraId="6D3F1B0C" w14:textId="77777777" w:rsidR="004566CD" w:rsidRDefault="004566CD" w:rsidP="003D6FE1">
                <w:pPr>
                  <w:spacing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6D3F1B0D" w14:textId="77777777" w:rsidR="004566CD" w:rsidRDefault="004566CD" w:rsidP="003D6FE1">
                <w:pPr>
                  <w:spacing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6D3F1B0E" w14:textId="77777777" w:rsidR="004566CD" w:rsidRPr="00CE30E6" w:rsidRDefault="004566CD" w:rsidP="003D6FE1">
                <w:pPr>
                  <w:spacing w:after="0"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  <w:r>
                  <w:rPr>
                    <w:rFonts w:cs="Arial"/>
                    <w:b/>
                    <w:smallCaps w:val="0"/>
                    <w:sz w:val="18"/>
                    <w:szCs w:val="18"/>
                  </w:rPr>
                  <w:t xml:space="preserve"> </w:t>
                </w:r>
              </w:p>
            </w:sdtContent>
          </w:sdt>
        </w:tc>
        <w:tc>
          <w:tcPr>
            <w:tcW w:w="2287" w:type="dxa"/>
            <w:vMerge/>
          </w:tcPr>
          <w:p w14:paraId="6D3F1B0F" w14:textId="77777777" w:rsidR="004566CD" w:rsidRPr="0054603F" w:rsidRDefault="004566CD" w:rsidP="003D6FE1">
            <w:pPr>
              <w:ind w:left="7"/>
              <w:rPr>
                <w:rFonts w:cs="Arial"/>
                <w:b/>
                <w:smallCaps w:val="0"/>
                <w:sz w:val="24"/>
                <w:szCs w:val="24"/>
              </w:rPr>
            </w:pPr>
          </w:p>
        </w:tc>
        <w:tc>
          <w:tcPr>
            <w:tcW w:w="2288" w:type="dxa"/>
            <w:vMerge/>
          </w:tcPr>
          <w:p w14:paraId="6D3F1B10" w14:textId="77777777" w:rsidR="004566CD" w:rsidRPr="0054603F" w:rsidRDefault="004566CD" w:rsidP="003D6FE1">
            <w:pPr>
              <w:ind w:left="7"/>
              <w:rPr>
                <w:rFonts w:cs="Arial"/>
                <w:b/>
                <w:smallCaps w:val="0"/>
                <w:sz w:val="24"/>
                <w:szCs w:val="24"/>
              </w:rPr>
            </w:pPr>
          </w:p>
        </w:tc>
      </w:tr>
    </w:tbl>
    <w:p w14:paraId="6D3F1B12" w14:textId="77777777" w:rsidR="004566CD" w:rsidRPr="0054603F" w:rsidRDefault="004566CD" w:rsidP="004566CD">
      <w:pPr>
        <w:rPr>
          <w:rFonts w:cs="Arial"/>
          <w:smallCaps w:val="0"/>
          <w:sz w:val="24"/>
          <w:szCs w:val="24"/>
        </w:rPr>
      </w:pP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6"/>
        <w:gridCol w:w="2169"/>
        <w:gridCol w:w="1005"/>
      </w:tblGrid>
      <w:tr w:rsidR="004566CD" w:rsidRPr="0054603F" w14:paraId="6D3F1B16" w14:textId="77777777" w:rsidTr="003D6FE1">
        <w:trPr>
          <w:trHeight w:val="435"/>
        </w:trPr>
        <w:tc>
          <w:tcPr>
            <w:tcW w:w="5946" w:type="dxa"/>
            <w:tcBorders>
              <w:left w:val="nil"/>
              <w:right w:val="nil"/>
            </w:tcBorders>
          </w:tcPr>
          <w:p w14:paraId="6D3F1B13" w14:textId="77777777" w:rsidR="004566CD" w:rsidRPr="0054603F" w:rsidRDefault="004566CD" w:rsidP="003D6FE1">
            <w:pPr>
              <w:ind w:left="-8"/>
              <w:rPr>
                <w:rFonts w:cs="Arial"/>
                <w:smallCaps w:val="0"/>
              </w:rPr>
            </w:pPr>
            <w:r w:rsidRPr="0054603F">
              <w:rPr>
                <w:rFonts w:cs="Arial"/>
                <w:smallCaps w:val="0"/>
              </w:rPr>
              <w:t>Poz. Nazwa produktu</w:t>
            </w:r>
          </w:p>
        </w:tc>
        <w:tc>
          <w:tcPr>
            <w:tcW w:w="2169" w:type="dxa"/>
            <w:tcBorders>
              <w:left w:val="nil"/>
              <w:right w:val="nil"/>
            </w:tcBorders>
          </w:tcPr>
          <w:p w14:paraId="6D3F1B14" w14:textId="77777777" w:rsidR="004566CD" w:rsidRPr="0054603F" w:rsidRDefault="004566CD" w:rsidP="003D6FE1">
            <w:pPr>
              <w:jc w:val="center"/>
              <w:rPr>
                <w:rFonts w:cs="Arial"/>
                <w:smallCaps w:val="0"/>
              </w:rPr>
            </w:pPr>
            <w:r w:rsidRPr="0054603F">
              <w:rPr>
                <w:rFonts w:cs="Arial"/>
                <w:smallCaps w:val="0"/>
              </w:rPr>
              <w:t>Ilość do wydania</w:t>
            </w:r>
          </w:p>
        </w:tc>
        <w:tc>
          <w:tcPr>
            <w:tcW w:w="1005" w:type="dxa"/>
            <w:tcBorders>
              <w:left w:val="nil"/>
              <w:right w:val="nil"/>
            </w:tcBorders>
          </w:tcPr>
          <w:p w14:paraId="6D3F1B15" w14:textId="77777777" w:rsidR="004566CD" w:rsidRPr="0054603F" w:rsidRDefault="004566CD" w:rsidP="003D6FE1">
            <w:pPr>
              <w:jc w:val="center"/>
              <w:rPr>
                <w:rFonts w:cs="Arial"/>
                <w:smallCaps w:val="0"/>
              </w:rPr>
            </w:pPr>
            <w:r w:rsidRPr="0054603F">
              <w:rPr>
                <w:rFonts w:cs="Arial"/>
                <w:smallCaps w:val="0"/>
              </w:rPr>
              <w:t>JM</w:t>
            </w:r>
          </w:p>
        </w:tc>
      </w:tr>
      <w:sdt>
        <w:sdtPr>
          <w:rPr>
            <w:rFonts w:cs="Arial"/>
            <w:b/>
            <w:smallCaps w:val="0"/>
          </w:rPr>
          <w:id w:val="534548188"/>
          <w:placeholder>
            <w:docPart w:val="1D50F77A8BC64026B1B14F7B961CD96B"/>
          </w:placeholder>
        </w:sdtPr>
        <w:sdtEndPr/>
        <w:sdtContent>
          <w:tr w:rsidR="004566CD" w:rsidRPr="0054603F" w14:paraId="6D3F1B1A" w14:textId="77777777" w:rsidTr="003D6FE1">
            <w:trPr>
              <w:trHeight w:val="480"/>
            </w:trPr>
            <w:tc>
              <w:tcPr>
                <w:tcW w:w="5946" w:type="dxa"/>
                <w:tcBorders>
                  <w:left w:val="nil"/>
                  <w:right w:val="nil"/>
                </w:tcBorders>
              </w:tcPr>
              <w:p w14:paraId="6D3F1B17" w14:textId="77777777" w:rsidR="004566CD" w:rsidRPr="0054603F" w:rsidRDefault="004566CD" w:rsidP="003D6FE1">
                <w:pPr>
                  <w:ind w:left="-8"/>
                  <w:rPr>
                    <w:rFonts w:cs="Arial"/>
                    <w:b/>
                    <w:smallCaps w:val="0"/>
                  </w:rPr>
                </w:pPr>
              </w:p>
            </w:tc>
            <w:tc>
              <w:tcPr>
                <w:tcW w:w="2169" w:type="dxa"/>
                <w:tcBorders>
                  <w:left w:val="nil"/>
                  <w:right w:val="nil"/>
                </w:tcBorders>
              </w:tcPr>
              <w:p w14:paraId="6D3F1B18" w14:textId="77777777" w:rsidR="004566CD" w:rsidRPr="0054603F" w:rsidRDefault="004566CD" w:rsidP="003D6FE1">
                <w:pPr>
                  <w:ind w:left="-8"/>
                  <w:rPr>
                    <w:rFonts w:cs="Arial"/>
                    <w:b/>
                    <w:smallCaps w:val="0"/>
                  </w:rPr>
                </w:pPr>
              </w:p>
            </w:tc>
            <w:tc>
              <w:tcPr>
                <w:tcW w:w="1005" w:type="dxa"/>
                <w:tcBorders>
                  <w:left w:val="nil"/>
                  <w:right w:val="nil"/>
                </w:tcBorders>
              </w:tcPr>
              <w:p w14:paraId="6D3F1B19" w14:textId="77777777" w:rsidR="004566CD" w:rsidRPr="0054603F" w:rsidRDefault="004566CD" w:rsidP="003D6FE1">
                <w:pPr>
                  <w:ind w:left="-8"/>
                  <w:rPr>
                    <w:rFonts w:cs="Arial"/>
                    <w:b/>
                    <w:smallCaps w:val="0"/>
                  </w:rPr>
                </w:pPr>
              </w:p>
            </w:tc>
          </w:tr>
        </w:sdtContent>
      </w:sdt>
      <w:sdt>
        <w:sdtPr>
          <w:rPr>
            <w:rFonts w:cs="Arial"/>
            <w:b/>
            <w:smallCaps w:val="0"/>
          </w:rPr>
          <w:id w:val="-1768220488"/>
          <w:placeholder>
            <w:docPart w:val="1D50F77A8BC64026B1B14F7B961CD96B"/>
          </w:placeholder>
        </w:sdtPr>
        <w:sdtEndPr/>
        <w:sdtContent>
          <w:tr w:rsidR="004566CD" w:rsidRPr="0054603F" w14:paraId="6D3F1B1E" w14:textId="77777777" w:rsidTr="003D6FE1">
            <w:trPr>
              <w:trHeight w:val="480"/>
            </w:trPr>
            <w:tc>
              <w:tcPr>
                <w:tcW w:w="5946" w:type="dxa"/>
                <w:tcBorders>
                  <w:left w:val="nil"/>
                  <w:right w:val="nil"/>
                </w:tcBorders>
              </w:tcPr>
              <w:p w14:paraId="6D3F1B1B" w14:textId="77777777" w:rsidR="004566CD" w:rsidRPr="0054603F" w:rsidRDefault="004566CD" w:rsidP="003D6FE1">
                <w:pPr>
                  <w:ind w:left="-8"/>
                  <w:rPr>
                    <w:rFonts w:cs="Arial"/>
                    <w:b/>
                    <w:smallCaps w:val="0"/>
                  </w:rPr>
                </w:pPr>
              </w:p>
            </w:tc>
            <w:tc>
              <w:tcPr>
                <w:tcW w:w="2169" w:type="dxa"/>
                <w:tcBorders>
                  <w:left w:val="nil"/>
                  <w:right w:val="nil"/>
                </w:tcBorders>
              </w:tcPr>
              <w:p w14:paraId="6D3F1B1C" w14:textId="77777777" w:rsidR="004566CD" w:rsidRPr="0054603F" w:rsidRDefault="004566CD" w:rsidP="003D6FE1">
                <w:pPr>
                  <w:ind w:left="-8"/>
                  <w:rPr>
                    <w:rFonts w:cs="Arial"/>
                    <w:b/>
                    <w:smallCaps w:val="0"/>
                  </w:rPr>
                </w:pPr>
              </w:p>
            </w:tc>
            <w:tc>
              <w:tcPr>
                <w:tcW w:w="1005" w:type="dxa"/>
                <w:tcBorders>
                  <w:left w:val="nil"/>
                  <w:right w:val="nil"/>
                </w:tcBorders>
              </w:tcPr>
              <w:p w14:paraId="6D3F1B1D" w14:textId="77777777" w:rsidR="004566CD" w:rsidRPr="0054603F" w:rsidRDefault="004566CD" w:rsidP="003D6FE1">
                <w:pPr>
                  <w:ind w:left="-8"/>
                  <w:rPr>
                    <w:rFonts w:cs="Arial"/>
                    <w:b/>
                    <w:smallCaps w:val="0"/>
                  </w:rPr>
                </w:pPr>
              </w:p>
            </w:tc>
          </w:tr>
        </w:sdtContent>
      </w:sdt>
      <w:sdt>
        <w:sdtPr>
          <w:rPr>
            <w:rFonts w:cs="Arial"/>
            <w:b/>
            <w:smallCaps w:val="0"/>
          </w:rPr>
          <w:id w:val="-1311555385"/>
          <w:placeholder>
            <w:docPart w:val="1D50F77A8BC64026B1B14F7B961CD96B"/>
          </w:placeholder>
        </w:sdtPr>
        <w:sdtEndPr/>
        <w:sdtContent>
          <w:tr w:rsidR="004566CD" w:rsidRPr="0054603F" w14:paraId="6D3F1B22" w14:textId="77777777" w:rsidTr="003D6FE1">
            <w:trPr>
              <w:trHeight w:val="480"/>
            </w:trPr>
            <w:tc>
              <w:tcPr>
                <w:tcW w:w="5946" w:type="dxa"/>
                <w:tcBorders>
                  <w:left w:val="nil"/>
                  <w:right w:val="nil"/>
                </w:tcBorders>
              </w:tcPr>
              <w:p w14:paraId="6D3F1B1F" w14:textId="77777777" w:rsidR="004566CD" w:rsidRPr="0054603F" w:rsidRDefault="004566CD" w:rsidP="003D6FE1">
                <w:pPr>
                  <w:ind w:left="-8"/>
                  <w:rPr>
                    <w:rFonts w:cs="Arial"/>
                    <w:b/>
                    <w:smallCaps w:val="0"/>
                  </w:rPr>
                </w:pPr>
              </w:p>
            </w:tc>
            <w:tc>
              <w:tcPr>
                <w:tcW w:w="2169" w:type="dxa"/>
                <w:tcBorders>
                  <w:left w:val="nil"/>
                  <w:right w:val="nil"/>
                </w:tcBorders>
              </w:tcPr>
              <w:p w14:paraId="6D3F1B20" w14:textId="77777777" w:rsidR="004566CD" w:rsidRPr="0054603F" w:rsidRDefault="004566CD" w:rsidP="003D6FE1">
                <w:pPr>
                  <w:ind w:left="-8"/>
                  <w:rPr>
                    <w:rFonts w:cs="Arial"/>
                    <w:b/>
                    <w:smallCaps w:val="0"/>
                  </w:rPr>
                </w:pPr>
              </w:p>
            </w:tc>
            <w:tc>
              <w:tcPr>
                <w:tcW w:w="1005" w:type="dxa"/>
                <w:tcBorders>
                  <w:left w:val="nil"/>
                  <w:right w:val="nil"/>
                </w:tcBorders>
              </w:tcPr>
              <w:p w14:paraId="6D3F1B21" w14:textId="77777777" w:rsidR="004566CD" w:rsidRPr="0054603F" w:rsidRDefault="004566CD" w:rsidP="003D6FE1">
                <w:pPr>
                  <w:ind w:left="-8"/>
                  <w:rPr>
                    <w:rFonts w:cs="Arial"/>
                    <w:b/>
                    <w:smallCaps w:val="0"/>
                  </w:rPr>
                </w:pPr>
              </w:p>
            </w:tc>
          </w:tr>
        </w:sdtContent>
      </w:sdt>
    </w:tbl>
    <w:p w14:paraId="6D3F1B23" w14:textId="77777777" w:rsidR="004566CD" w:rsidRPr="0054603F" w:rsidRDefault="004566CD" w:rsidP="004566CD">
      <w:pPr>
        <w:rPr>
          <w:rFonts w:cs="Arial"/>
          <w:b/>
          <w:smallCaps w:val="0"/>
        </w:rPr>
      </w:pPr>
    </w:p>
    <w:tbl>
      <w:tblPr>
        <w:tblW w:w="9150" w:type="dxa"/>
        <w:tblInd w:w="6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0"/>
      </w:tblGrid>
      <w:tr w:rsidR="004566CD" w:rsidRPr="0054603F" w14:paraId="6D3F1B2A" w14:textId="77777777" w:rsidTr="00DF497F">
        <w:trPr>
          <w:trHeight w:val="1483"/>
        </w:trPr>
        <w:tc>
          <w:tcPr>
            <w:tcW w:w="9150" w:type="dxa"/>
          </w:tcPr>
          <w:p w14:paraId="6D3F1B24" w14:textId="77777777" w:rsidR="004566CD" w:rsidRDefault="004566CD" w:rsidP="003D6FE1">
            <w:pPr>
              <w:spacing w:after="0"/>
              <w:rPr>
                <w:rFonts w:cs="Arial"/>
                <w:b/>
                <w:smallCaps w:val="0"/>
              </w:rPr>
            </w:pPr>
            <w:r w:rsidRPr="0054603F">
              <w:rPr>
                <w:rFonts w:cs="Arial"/>
                <w:b/>
                <w:smallCaps w:val="0"/>
              </w:rPr>
              <w:t>INFO</w:t>
            </w:r>
            <w:r w:rsidR="009A3C6C">
              <w:rPr>
                <w:rFonts w:cs="Arial"/>
                <w:b/>
                <w:smallCaps w:val="0"/>
              </w:rPr>
              <w:t>R</w:t>
            </w:r>
            <w:r w:rsidRPr="0054603F">
              <w:rPr>
                <w:rFonts w:cs="Arial"/>
                <w:b/>
                <w:smallCaps w:val="0"/>
              </w:rPr>
              <w:t>MACJE DODATKOWE:</w:t>
            </w:r>
          </w:p>
          <w:sdt>
            <w:sdtPr>
              <w:rPr>
                <w:rFonts w:cs="Arial"/>
                <w:b/>
                <w:smallCaps w:val="0"/>
                <w:sz w:val="18"/>
                <w:szCs w:val="18"/>
              </w:rPr>
              <w:id w:val="1292254394"/>
              <w:placeholder>
                <w:docPart w:val="141983313F9A44BE9639B10BCCAFBE96"/>
              </w:placeholder>
            </w:sdtPr>
            <w:sdtEndPr/>
            <w:sdtContent>
              <w:p w14:paraId="6D3F1B25" w14:textId="77777777" w:rsidR="004566CD" w:rsidRDefault="004566CD" w:rsidP="00DF497F">
                <w:pPr>
                  <w:spacing w:line="240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6D3F1B26" w14:textId="77777777" w:rsidR="004566CD" w:rsidRDefault="004566CD" w:rsidP="00DF497F">
                <w:pPr>
                  <w:spacing w:line="240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6D3F1B27" w14:textId="77777777" w:rsidR="004566CD" w:rsidRDefault="004566CD" w:rsidP="00DF497F">
                <w:pPr>
                  <w:spacing w:after="0" w:line="240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6D3F1B28" w14:textId="77777777" w:rsidR="004566CD" w:rsidRDefault="004566CD" w:rsidP="00DF497F">
                <w:pPr>
                  <w:spacing w:after="0" w:line="240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6D3F1B29" w14:textId="77777777" w:rsidR="004566CD" w:rsidRPr="00CE30E6" w:rsidRDefault="003244C5" w:rsidP="003D6FE1">
                <w:pPr>
                  <w:spacing w:after="0"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</w:sdtContent>
          </w:sdt>
        </w:tc>
      </w:tr>
    </w:tbl>
    <w:p w14:paraId="6D3F1B2B" w14:textId="77777777" w:rsidR="009A3C6C" w:rsidRDefault="004566CD" w:rsidP="009A3C6C">
      <w:r>
        <w:rPr>
          <w:rFonts w:cs="Arial"/>
          <w:smallCaps w:val="0"/>
          <w:sz w:val="18"/>
          <w:szCs w:val="24"/>
        </w:rPr>
        <w:tab/>
      </w:r>
      <w:r>
        <w:rPr>
          <w:rFonts w:cs="Arial"/>
          <w:smallCaps w:val="0"/>
          <w:sz w:val="18"/>
          <w:szCs w:val="24"/>
        </w:rPr>
        <w:tab/>
      </w:r>
    </w:p>
    <w:sdt>
      <w:sdtPr>
        <w:id w:val="-1552987121"/>
        <w:placeholder>
          <w:docPart w:val="691EFF402D2A4C02B51E0D79B6DF4DB3"/>
        </w:placeholder>
      </w:sdtPr>
      <w:sdtEndPr/>
      <w:sdtContent>
        <w:p w14:paraId="6D3F1B2C" w14:textId="77777777" w:rsidR="009A3C6C" w:rsidRDefault="009A3C6C" w:rsidP="009A3C6C">
          <w:pPr>
            <w:spacing w:after="0" w:line="240" w:lineRule="auto"/>
            <w:jc w:val="right"/>
          </w:pPr>
          <w:r>
            <w:t>……………………..</w:t>
          </w:r>
        </w:p>
      </w:sdtContent>
    </w:sdt>
    <w:p w14:paraId="6D3F1B2D" w14:textId="77777777" w:rsidR="004566CD" w:rsidRDefault="009A3C6C" w:rsidP="009A3C6C">
      <w:pPr>
        <w:tabs>
          <w:tab w:val="left" w:pos="3505"/>
          <w:tab w:val="right" w:pos="9356"/>
        </w:tabs>
        <w:spacing w:after="0" w:line="240" w:lineRule="auto"/>
        <w:ind w:firstLine="8080"/>
        <w:rPr>
          <w:rFonts w:cs="Arial"/>
          <w:smallCaps w:val="0"/>
          <w:sz w:val="18"/>
          <w:szCs w:val="18"/>
        </w:rPr>
      </w:pPr>
      <w:r w:rsidRPr="0054603F" w:rsidDel="009A3C6C">
        <w:rPr>
          <w:rFonts w:cs="Arial"/>
          <w:smallCaps w:val="0"/>
          <w:sz w:val="18"/>
          <w:szCs w:val="24"/>
        </w:rPr>
        <w:t xml:space="preserve"> </w:t>
      </w:r>
      <w:r w:rsidRPr="0054603F">
        <w:rPr>
          <w:rFonts w:cs="Arial"/>
          <w:smallCaps w:val="0"/>
          <w:sz w:val="18"/>
          <w:szCs w:val="18"/>
        </w:rPr>
        <w:t>W</w:t>
      </w:r>
      <w:r w:rsidR="004566CD" w:rsidRPr="0054603F">
        <w:rPr>
          <w:rFonts w:cs="Arial"/>
          <w:smallCaps w:val="0"/>
          <w:sz w:val="18"/>
          <w:szCs w:val="18"/>
        </w:rPr>
        <w:t>ystawił</w:t>
      </w:r>
    </w:p>
    <w:p w14:paraId="6D3F1B2E" w14:textId="77777777" w:rsidR="009A3C6C" w:rsidRDefault="009A3C6C" w:rsidP="004566CD">
      <w:pPr>
        <w:spacing w:after="0" w:line="312" w:lineRule="auto"/>
        <w:jc w:val="right"/>
      </w:pPr>
    </w:p>
    <w:sdt>
      <w:sdtPr>
        <w:id w:val="-1115447633"/>
        <w:placeholder>
          <w:docPart w:val="DefaultPlaceholder_1082065158"/>
        </w:placeholder>
      </w:sdtPr>
      <w:sdtEndPr/>
      <w:sdtContent>
        <w:p w14:paraId="6D3F1B2F" w14:textId="77777777" w:rsidR="009F0CF8" w:rsidRDefault="008F04B6" w:rsidP="009A3C6C">
          <w:pPr>
            <w:spacing w:after="0" w:line="240" w:lineRule="auto"/>
            <w:jc w:val="right"/>
          </w:pPr>
          <w:r>
            <w:t>……………………..</w:t>
          </w:r>
        </w:p>
      </w:sdtContent>
    </w:sdt>
    <w:p w14:paraId="6D3F1B30" w14:textId="77777777" w:rsidR="009A3C6C" w:rsidRDefault="008F04B6" w:rsidP="009A3C6C">
      <w:pPr>
        <w:spacing w:after="0" w:line="312" w:lineRule="auto"/>
        <w:ind w:right="340"/>
        <w:jc w:val="right"/>
      </w:pPr>
      <w:r>
        <w:rPr>
          <w:rFonts w:cs="Arial"/>
          <w:smallCaps w:val="0"/>
          <w:sz w:val="18"/>
          <w:szCs w:val="18"/>
        </w:rPr>
        <w:t>tel. kontaktowy</w:t>
      </w:r>
    </w:p>
    <w:p w14:paraId="6D3F1B31" w14:textId="77777777" w:rsidR="008F04B6" w:rsidRPr="009A3C6C" w:rsidRDefault="009A3C6C" w:rsidP="009A3C6C">
      <w:pPr>
        <w:tabs>
          <w:tab w:val="left" w:pos="1965"/>
        </w:tabs>
      </w:pPr>
      <w:r>
        <w:tab/>
      </w:r>
    </w:p>
    <w:sectPr w:rsidR="008F04B6" w:rsidRPr="009A3C6C" w:rsidSect="009F2DE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588" w:right="1247" w:bottom="1247" w:left="1247" w:header="709" w:footer="109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F1B34" w14:textId="77777777" w:rsidR="005217FD" w:rsidRDefault="005217FD">
      <w:r>
        <w:separator/>
      </w:r>
    </w:p>
  </w:endnote>
  <w:endnote w:type="continuationSeparator" w:id="0">
    <w:p w14:paraId="6D3F1B35" w14:textId="77777777" w:rsidR="005217FD" w:rsidRDefault="0052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F1B37" w14:textId="77777777" w:rsidR="009A333F" w:rsidRDefault="009A333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3F1B38" w14:textId="77777777" w:rsidR="009A333F" w:rsidRDefault="009A333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F1B39" w14:textId="77777777" w:rsidR="009A333F" w:rsidRDefault="009A333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A3C6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D3F1B3A" w14:textId="77777777" w:rsidR="009A333F" w:rsidRDefault="009A333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mallCaps w:val="0"/>
        <w:color w:val="auto"/>
        <w:sz w:val="18"/>
        <w:szCs w:val="18"/>
      </w:rPr>
      <w:id w:val="1640219684"/>
      <w:docPartObj>
        <w:docPartGallery w:val="Page Numbers (Bottom of Page)"/>
        <w:docPartUnique/>
      </w:docPartObj>
    </w:sdtPr>
    <w:sdtEndPr/>
    <w:sdtContent>
      <w:sdt>
        <w:sdtPr>
          <w:rPr>
            <w:smallCaps w:val="0"/>
            <w:color w:val="auto"/>
            <w:sz w:val="18"/>
            <w:szCs w:val="18"/>
          </w:rPr>
          <w:id w:val="-33896216"/>
          <w:docPartObj>
            <w:docPartGallery w:val="Page Numbers (Top of Page)"/>
            <w:docPartUnique/>
          </w:docPartObj>
        </w:sdtPr>
        <w:sdtEndPr/>
        <w:sdtContent>
          <w:p w14:paraId="6D3F1B3C" w14:textId="77777777" w:rsidR="00047C16" w:rsidRPr="009A3C6C" w:rsidRDefault="00F2012B" w:rsidP="00BD3621">
            <w:pPr>
              <w:pStyle w:val="Stopka"/>
              <w:tabs>
                <w:tab w:val="clear" w:pos="9072"/>
                <w:tab w:val="left" w:pos="0"/>
                <w:tab w:val="right" w:pos="9356"/>
              </w:tabs>
              <w:spacing w:after="0"/>
              <w:ind w:left="-284" w:firstLine="284"/>
              <w:rPr>
                <w:smallCaps w:val="0"/>
                <w:color w:val="auto"/>
                <w:sz w:val="18"/>
                <w:szCs w:val="18"/>
              </w:rPr>
            </w:pPr>
            <w:r w:rsidRPr="009A3C6C">
              <w:rPr>
                <w:smallCaps w:val="0"/>
                <w:sz w:val="18"/>
                <w:szCs w:val="18"/>
              </w:rPr>
              <w:t>GLS.71.02.00.00</w:t>
            </w:r>
            <w:r w:rsidR="005E4259" w:rsidRPr="009A3C6C">
              <w:rPr>
                <w:smallCaps w:val="0"/>
                <w:color w:val="auto"/>
                <w:sz w:val="18"/>
                <w:szCs w:val="18"/>
              </w:rPr>
              <w:t xml:space="preserve">/F7 wyd. </w:t>
            </w:r>
            <w:r w:rsidR="00646AD8" w:rsidRPr="009A3C6C">
              <w:rPr>
                <w:smallCaps w:val="0"/>
                <w:color w:val="auto"/>
                <w:sz w:val="18"/>
                <w:szCs w:val="18"/>
              </w:rPr>
              <w:t>3</w:t>
            </w:r>
            <w:r w:rsidR="00047C16" w:rsidRPr="009A3C6C">
              <w:rPr>
                <w:smallCaps w:val="0"/>
                <w:color w:val="auto"/>
                <w:sz w:val="18"/>
                <w:szCs w:val="18"/>
              </w:rPr>
              <w:tab/>
            </w:r>
            <w:r w:rsidR="00047C16" w:rsidRPr="009A3C6C">
              <w:rPr>
                <w:smallCaps w:val="0"/>
                <w:color w:val="auto"/>
                <w:sz w:val="18"/>
                <w:szCs w:val="18"/>
              </w:rPr>
              <w:tab/>
              <w:t xml:space="preserve">str. </w:t>
            </w:r>
            <w:r w:rsidR="00047C16" w:rsidRPr="009A3C6C">
              <w:rPr>
                <w:bCs/>
                <w:smallCaps w:val="0"/>
                <w:color w:val="auto"/>
                <w:sz w:val="18"/>
                <w:szCs w:val="18"/>
              </w:rPr>
              <w:fldChar w:fldCharType="begin"/>
            </w:r>
            <w:r w:rsidR="00047C16" w:rsidRPr="009A3C6C">
              <w:rPr>
                <w:bCs/>
                <w:smallCaps w:val="0"/>
                <w:color w:val="auto"/>
                <w:sz w:val="18"/>
                <w:szCs w:val="18"/>
              </w:rPr>
              <w:instrText>PAGE</w:instrText>
            </w:r>
            <w:r w:rsidR="00047C16" w:rsidRPr="009A3C6C">
              <w:rPr>
                <w:bCs/>
                <w:smallCaps w:val="0"/>
                <w:color w:val="auto"/>
                <w:sz w:val="18"/>
                <w:szCs w:val="18"/>
              </w:rPr>
              <w:fldChar w:fldCharType="separate"/>
            </w:r>
            <w:r w:rsidR="00CA5CD5">
              <w:rPr>
                <w:bCs/>
                <w:smallCaps w:val="0"/>
                <w:noProof/>
                <w:color w:val="auto"/>
                <w:sz w:val="18"/>
                <w:szCs w:val="18"/>
              </w:rPr>
              <w:t>1</w:t>
            </w:r>
            <w:r w:rsidR="00047C16" w:rsidRPr="009A3C6C">
              <w:rPr>
                <w:bCs/>
                <w:smallCaps w:val="0"/>
                <w:color w:val="auto"/>
                <w:sz w:val="18"/>
                <w:szCs w:val="18"/>
              </w:rPr>
              <w:fldChar w:fldCharType="end"/>
            </w:r>
            <w:r w:rsidR="00047C16" w:rsidRPr="009A3C6C">
              <w:rPr>
                <w:smallCaps w:val="0"/>
                <w:color w:val="auto"/>
                <w:sz w:val="18"/>
                <w:szCs w:val="18"/>
              </w:rPr>
              <w:t>/</w:t>
            </w:r>
            <w:r w:rsidR="00047C16" w:rsidRPr="009A3C6C">
              <w:rPr>
                <w:bCs/>
                <w:smallCaps w:val="0"/>
                <w:color w:val="auto"/>
                <w:sz w:val="18"/>
                <w:szCs w:val="18"/>
              </w:rPr>
              <w:fldChar w:fldCharType="begin"/>
            </w:r>
            <w:r w:rsidR="00047C16" w:rsidRPr="009A3C6C">
              <w:rPr>
                <w:bCs/>
                <w:smallCaps w:val="0"/>
                <w:color w:val="auto"/>
                <w:sz w:val="18"/>
                <w:szCs w:val="18"/>
              </w:rPr>
              <w:instrText>NUMPAGES</w:instrText>
            </w:r>
            <w:r w:rsidR="00047C16" w:rsidRPr="009A3C6C">
              <w:rPr>
                <w:bCs/>
                <w:smallCaps w:val="0"/>
                <w:color w:val="auto"/>
                <w:sz w:val="18"/>
                <w:szCs w:val="18"/>
              </w:rPr>
              <w:fldChar w:fldCharType="separate"/>
            </w:r>
            <w:r w:rsidR="00CA5CD5">
              <w:rPr>
                <w:bCs/>
                <w:smallCaps w:val="0"/>
                <w:noProof/>
                <w:color w:val="auto"/>
                <w:sz w:val="18"/>
                <w:szCs w:val="18"/>
              </w:rPr>
              <w:t>1</w:t>
            </w:r>
            <w:r w:rsidR="00047C16" w:rsidRPr="009A3C6C">
              <w:rPr>
                <w:bCs/>
                <w:smallCaps w:val="0"/>
                <w:color w:val="auto"/>
                <w:sz w:val="18"/>
                <w:szCs w:val="18"/>
              </w:rPr>
              <w:fldChar w:fldCharType="end"/>
            </w:r>
          </w:p>
        </w:sdtContent>
      </w:sdt>
    </w:sdtContent>
  </w:sdt>
  <w:p w14:paraId="6D3F1B3D" w14:textId="77777777" w:rsidR="00047C16" w:rsidRDefault="006D02B4" w:rsidP="004566CD">
    <w:pPr>
      <w:pStyle w:val="Stopka"/>
      <w:spacing w:after="0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D3F1B42" wp14:editId="6D3F1B43">
          <wp:simplePos x="0" y="0"/>
          <wp:positionH relativeFrom="column">
            <wp:posOffset>3285</wp:posOffset>
          </wp:positionH>
          <wp:positionV relativeFrom="paragraph">
            <wp:posOffset>-1629</wp:posOffset>
          </wp:positionV>
          <wp:extent cx="6094730" cy="629920"/>
          <wp:effectExtent l="19050" t="0" r="1270" b="0"/>
          <wp:wrapNone/>
          <wp:docPr id="19" name="Obraz 19" descr="C:\Users\TOMEK\Desktop\stopka GL list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TOMEK\Desktop\stopka GL list P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4730" cy="629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F1B32" w14:textId="77777777" w:rsidR="005217FD" w:rsidRDefault="005217FD">
      <w:r>
        <w:separator/>
      </w:r>
    </w:p>
  </w:footnote>
  <w:footnote w:type="continuationSeparator" w:id="0">
    <w:p w14:paraId="6D3F1B33" w14:textId="77777777" w:rsidR="005217FD" w:rsidRDefault="00521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F1B36" w14:textId="77777777" w:rsidR="009A333F" w:rsidRDefault="00BC4EBA">
    <w:pPr>
      <w:pStyle w:val="Nagwek"/>
    </w:pPr>
    <w:r>
      <w:rPr>
        <w:noProof/>
        <w:lang w:eastAsia="pl-PL"/>
      </w:rPr>
      <w:drawing>
        <wp:inline distT="0" distB="0" distL="0" distR="0" wp14:anchorId="6D3F1B3E" wp14:editId="6D3F1B3F">
          <wp:extent cx="793750" cy="184150"/>
          <wp:effectExtent l="0" t="0" r="6350" b="6350"/>
          <wp:docPr id="17" name="Obraz 17" descr="loros kolor naglo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ros kolor naglow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" cy="184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F1B3B" w14:textId="77777777" w:rsidR="009A333F" w:rsidRDefault="00BC4EBA">
    <w:pPr>
      <w:pStyle w:val="Nagwek"/>
    </w:pPr>
    <w:r>
      <w:rPr>
        <w:noProof/>
        <w:sz w:val="20"/>
        <w:lang w:eastAsia="pl-PL"/>
      </w:rPr>
      <w:drawing>
        <wp:anchor distT="0" distB="0" distL="114300" distR="114300" simplePos="0" relativeHeight="251657728" behindDoc="1" locked="0" layoutInCell="1" allowOverlap="1" wp14:anchorId="6D3F1B40" wp14:editId="6D3F1B41">
          <wp:simplePos x="0" y="0"/>
          <wp:positionH relativeFrom="page">
            <wp:posOffset>683895</wp:posOffset>
          </wp:positionH>
          <wp:positionV relativeFrom="page">
            <wp:posOffset>457200</wp:posOffset>
          </wp:positionV>
          <wp:extent cx="1377950" cy="323850"/>
          <wp:effectExtent l="0" t="0" r="0" b="0"/>
          <wp:wrapNone/>
          <wp:docPr id="18" name="Obraz 1" descr="loros kolor naglo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ros kolor naglow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4EBA"/>
    <w:rsid w:val="0002016E"/>
    <w:rsid w:val="00033CBE"/>
    <w:rsid w:val="00047C16"/>
    <w:rsid w:val="000846EA"/>
    <w:rsid w:val="000A223C"/>
    <w:rsid w:val="000C1796"/>
    <w:rsid w:val="000D63DB"/>
    <w:rsid w:val="00181776"/>
    <w:rsid w:val="001C00F1"/>
    <w:rsid w:val="001E5598"/>
    <w:rsid w:val="0024033C"/>
    <w:rsid w:val="002573B1"/>
    <w:rsid w:val="003244C5"/>
    <w:rsid w:val="00337F8E"/>
    <w:rsid w:val="003935EB"/>
    <w:rsid w:val="003F1861"/>
    <w:rsid w:val="00413D38"/>
    <w:rsid w:val="00414046"/>
    <w:rsid w:val="004566CD"/>
    <w:rsid w:val="004A603E"/>
    <w:rsid w:val="004D25A9"/>
    <w:rsid w:val="004F06E4"/>
    <w:rsid w:val="005217FD"/>
    <w:rsid w:val="005C007F"/>
    <w:rsid w:val="005E4259"/>
    <w:rsid w:val="00634BE9"/>
    <w:rsid w:val="00637F8C"/>
    <w:rsid w:val="00646AD8"/>
    <w:rsid w:val="006D02B4"/>
    <w:rsid w:val="006E7626"/>
    <w:rsid w:val="007228F4"/>
    <w:rsid w:val="00793DB3"/>
    <w:rsid w:val="007C0CFD"/>
    <w:rsid w:val="00814ED8"/>
    <w:rsid w:val="008514E3"/>
    <w:rsid w:val="008A7C73"/>
    <w:rsid w:val="008F04B6"/>
    <w:rsid w:val="009075E8"/>
    <w:rsid w:val="00935F5D"/>
    <w:rsid w:val="00955823"/>
    <w:rsid w:val="009A333F"/>
    <w:rsid w:val="009A3C6C"/>
    <w:rsid w:val="009F0CF8"/>
    <w:rsid w:val="009F2DE5"/>
    <w:rsid w:val="00A7350C"/>
    <w:rsid w:val="00B112E2"/>
    <w:rsid w:val="00B14EC7"/>
    <w:rsid w:val="00BA125C"/>
    <w:rsid w:val="00BB5965"/>
    <w:rsid w:val="00BC4EBA"/>
    <w:rsid w:val="00BC742E"/>
    <w:rsid w:val="00BD3621"/>
    <w:rsid w:val="00C75832"/>
    <w:rsid w:val="00C82ACB"/>
    <w:rsid w:val="00C85337"/>
    <w:rsid w:val="00CA5CD5"/>
    <w:rsid w:val="00CC6A75"/>
    <w:rsid w:val="00CE18E3"/>
    <w:rsid w:val="00DF497F"/>
    <w:rsid w:val="00E069DA"/>
    <w:rsid w:val="00E161BB"/>
    <w:rsid w:val="00E85BB5"/>
    <w:rsid w:val="00EE0D90"/>
    <w:rsid w:val="00F2012B"/>
    <w:rsid w:val="00F94BC3"/>
    <w:rsid w:val="00FA48EB"/>
    <w:rsid w:val="00FD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3F1AE6"/>
  <w15:docId w15:val="{467BF970-97E5-49DE-9FCA-FF658D21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566CD"/>
    <w:pPr>
      <w:spacing w:after="200" w:line="276" w:lineRule="auto"/>
    </w:pPr>
    <w:rPr>
      <w:rFonts w:ascii="Arial" w:eastAsia="Calibri" w:hAnsi="Arial"/>
      <w:smallCaps/>
      <w:color w:val="000000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tabs>
        <w:tab w:val="left" w:pos="357"/>
      </w:tabs>
      <w:spacing w:line="288" w:lineRule="auto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left" w:pos="357"/>
      </w:tabs>
      <w:spacing w:line="288" w:lineRule="auto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lang w:eastAsia="pl-PL"/>
    </w:rPr>
  </w:style>
  <w:style w:type="paragraph" w:styleId="Tekstpodstawowywcity">
    <w:name w:val="Body Text Indent"/>
    <w:basedOn w:val="Normalny"/>
    <w:pPr>
      <w:spacing w:after="40"/>
    </w:pPr>
    <w:rPr>
      <w:rFonts w:ascii="Times New Roman" w:hAnsi="Times New Roman"/>
      <w:sz w:val="23"/>
      <w:lang w:eastAsia="pl-PL"/>
    </w:rPr>
  </w:style>
  <w:style w:type="paragraph" w:styleId="Tekstpodstawowy2">
    <w:name w:val="Body Text 2"/>
    <w:basedOn w:val="Normalny"/>
    <w:pPr>
      <w:spacing w:line="288" w:lineRule="auto"/>
      <w:jc w:val="both"/>
    </w:pPr>
  </w:style>
  <w:style w:type="paragraph" w:customStyle="1" w:styleId="msolistparagraph0">
    <w:name w:val="msolistparagraph"/>
    <w:basedOn w:val="Normalny"/>
    <w:rsid w:val="00413D3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rsid w:val="004566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566CD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4566CD"/>
    <w:rPr>
      <w:rFonts w:ascii="Arial" w:hAnsi="Arial"/>
      <w:sz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4566CD"/>
    <w:rPr>
      <w:rFonts w:ascii="Arial" w:hAnsi="Arial"/>
      <w:b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4566CD"/>
    <w:rPr>
      <w:rFonts w:ascii="Arial" w:hAnsi="Arial"/>
      <w:sz w:val="22"/>
    </w:rPr>
  </w:style>
  <w:style w:type="character" w:styleId="Tekstzastpczy">
    <w:name w:val="Placeholder Text"/>
    <w:basedOn w:val="Domylnaczcionkaakapitu"/>
    <w:uiPriority w:val="99"/>
    <w:semiHidden/>
    <w:rsid w:val="009558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9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usin\AppData\Local\Microsoft\Windows\Temporary%20Internet%20Files\Content.IE5\LX1TY4TH\Grupa+LOTOS+-+Szablon+listu+3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D50F77A8BC64026B1B14F7B961CD9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05757D-7120-475D-9D86-4DF98C0A5647}"/>
      </w:docPartPr>
      <w:docPartBody>
        <w:p w:rsidR="005358B1" w:rsidRDefault="007604B7" w:rsidP="007604B7">
          <w:pPr>
            <w:pStyle w:val="1D50F77A8BC64026B1B14F7B961CD96B"/>
          </w:pPr>
          <w:r w:rsidRPr="008D62F0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2C46863A6AF4595BF4D656C05B043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3AB06F-D551-4D9D-B088-022ED5EF7561}"/>
      </w:docPartPr>
      <w:docPartBody>
        <w:p w:rsidR="005358B1" w:rsidRDefault="007604B7" w:rsidP="007604B7">
          <w:pPr>
            <w:pStyle w:val="12C46863A6AF4595BF4D656C05B04372"/>
          </w:pPr>
          <w:r w:rsidRPr="00775573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5EAFB7C2794443F9A6BFC371A6E93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EFC5A6-E0E5-46EA-8D15-12858302D15F}"/>
      </w:docPartPr>
      <w:docPartBody>
        <w:p w:rsidR="005358B1" w:rsidRDefault="007604B7" w:rsidP="007604B7">
          <w:pPr>
            <w:pStyle w:val="E5EAFB7C2794443F9A6BFC371A6E93CE"/>
          </w:pPr>
          <w:r w:rsidRPr="00775573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442513E74D542ACB2B8389524CB48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D99859-AF6D-41E7-A69D-939B4974992F}"/>
      </w:docPartPr>
      <w:docPartBody>
        <w:p w:rsidR="005358B1" w:rsidRDefault="007604B7" w:rsidP="007604B7">
          <w:pPr>
            <w:pStyle w:val="D442513E74D542ACB2B8389524CB4809"/>
          </w:pPr>
          <w:r w:rsidRPr="00775573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F929062A8C941228A6A4516DC2185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E17BAD-351E-4A85-A438-99E32020186D}"/>
      </w:docPartPr>
      <w:docPartBody>
        <w:p w:rsidR="005358B1" w:rsidRDefault="007604B7" w:rsidP="007604B7">
          <w:pPr>
            <w:pStyle w:val="0F929062A8C941228A6A4516DC2185CC"/>
          </w:pPr>
          <w:r w:rsidRPr="00775573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41983313F9A44BE9639B10BCCAFBE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6F69D1-F658-4CBD-A224-DB6FA8AE8BC6}"/>
      </w:docPartPr>
      <w:docPartBody>
        <w:p w:rsidR="005358B1" w:rsidRDefault="007604B7" w:rsidP="007604B7">
          <w:pPr>
            <w:pStyle w:val="141983313F9A44BE9639B10BCCAFBE96"/>
          </w:pPr>
          <w:r w:rsidRPr="00775573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efaultPlaceholder_10820651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B10BF2-1B7A-4D9D-8499-3B6E7CDB2CA3}"/>
      </w:docPartPr>
      <w:docPartBody>
        <w:p w:rsidR="0011148E" w:rsidRDefault="005415F2">
          <w:r w:rsidRPr="00817360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91EFF402D2A4C02B51E0D79B6DF4D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8458496-907A-43EE-8243-8BB1B635857D}"/>
      </w:docPartPr>
      <w:docPartBody>
        <w:p w:rsidR="008D7E6B" w:rsidRDefault="006C4A66" w:rsidP="006C4A66">
          <w:pPr>
            <w:pStyle w:val="691EFF402D2A4C02B51E0D79B6DF4DB3"/>
          </w:pPr>
          <w:r w:rsidRPr="00817360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4B7"/>
    <w:rsid w:val="00027F33"/>
    <w:rsid w:val="000A223C"/>
    <w:rsid w:val="0011148E"/>
    <w:rsid w:val="0017793A"/>
    <w:rsid w:val="00251235"/>
    <w:rsid w:val="00336815"/>
    <w:rsid w:val="004B6A32"/>
    <w:rsid w:val="005358B1"/>
    <w:rsid w:val="005415F2"/>
    <w:rsid w:val="005E31FF"/>
    <w:rsid w:val="006543CF"/>
    <w:rsid w:val="006C4A66"/>
    <w:rsid w:val="00747F86"/>
    <w:rsid w:val="007604B7"/>
    <w:rsid w:val="00873997"/>
    <w:rsid w:val="008D7E6B"/>
    <w:rsid w:val="009C0D77"/>
    <w:rsid w:val="00A51865"/>
    <w:rsid w:val="00AD0387"/>
    <w:rsid w:val="00B468A0"/>
    <w:rsid w:val="00B50784"/>
    <w:rsid w:val="00C16601"/>
    <w:rsid w:val="00C45261"/>
    <w:rsid w:val="00D611AD"/>
    <w:rsid w:val="00E52AB9"/>
    <w:rsid w:val="00E94322"/>
    <w:rsid w:val="00F41C02"/>
    <w:rsid w:val="00F6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C4A66"/>
    <w:rPr>
      <w:color w:val="808080"/>
    </w:rPr>
  </w:style>
  <w:style w:type="paragraph" w:customStyle="1" w:styleId="1D50F77A8BC64026B1B14F7B961CD96B">
    <w:name w:val="1D50F77A8BC64026B1B14F7B961CD96B"/>
    <w:rsid w:val="007604B7"/>
  </w:style>
  <w:style w:type="paragraph" w:customStyle="1" w:styleId="12C46863A6AF4595BF4D656C05B04372">
    <w:name w:val="12C46863A6AF4595BF4D656C05B04372"/>
    <w:rsid w:val="007604B7"/>
  </w:style>
  <w:style w:type="paragraph" w:customStyle="1" w:styleId="E5EAFB7C2794443F9A6BFC371A6E93CE">
    <w:name w:val="E5EAFB7C2794443F9A6BFC371A6E93CE"/>
    <w:rsid w:val="007604B7"/>
  </w:style>
  <w:style w:type="paragraph" w:customStyle="1" w:styleId="D442513E74D542ACB2B8389524CB4809">
    <w:name w:val="D442513E74D542ACB2B8389524CB4809"/>
    <w:rsid w:val="007604B7"/>
  </w:style>
  <w:style w:type="paragraph" w:customStyle="1" w:styleId="0F929062A8C941228A6A4516DC2185CC">
    <w:name w:val="0F929062A8C941228A6A4516DC2185CC"/>
    <w:rsid w:val="007604B7"/>
  </w:style>
  <w:style w:type="paragraph" w:customStyle="1" w:styleId="141983313F9A44BE9639B10BCCAFBE96">
    <w:name w:val="141983313F9A44BE9639B10BCCAFBE96"/>
    <w:rsid w:val="007604B7"/>
  </w:style>
  <w:style w:type="paragraph" w:customStyle="1" w:styleId="691EFF402D2A4C02B51E0D79B6DF4DB3">
    <w:name w:val="691EFF402D2A4C02B51E0D79B6DF4DB3"/>
    <w:rsid w:val="006C4A6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47DA656E776145AC2295196E1A7306" ma:contentTypeVersion="1" ma:contentTypeDescription="Utwórz nowy dokument." ma:contentTypeScope="" ma:versionID="da87876b7cbc9ed3439746b6096a8772">
  <xsd:schema xmlns:xsd="http://www.w3.org/2001/XMLSchema" xmlns:xs="http://www.w3.org/2001/XMLSchema" xmlns:p="http://schemas.microsoft.com/office/2006/metadata/properties" xmlns:ns2="efd52f4f-181f-4458-92cf-0f55f4401fcb" targetNamespace="http://schemas.microsoft.com/office/2006/metadata/properties" ma:root="true" ma:fieldsID="4852ec558928055270a200d61f4fff04" ns2:_="">
    <xsd:import namespace="efd52f4f-181f-4458-92cf-0f55f4401fc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52f4f-181f-4458-92cf-0f55f4401f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909717-1690-4D6C-8E8A-4A95E83A21BD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efd52f4f-181f-4458-92cf-0f55f4401fcb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7B363E7-33A6-477A-8BFB-8B9C7F4BC1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382081-B971-4509-BB89-C8A67D0623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d52f4f-181f-4458-92cf-0f55f4401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Grupa+LOTOS+-+Szablon+listu+3</Template>
  <TotalTime>0</TotalTime>
  <Pages>1</Pages>
  <Words>64</Words>
  <Characters>385</Characters>
  <Application>Microsoft Office Word</Application>
  <DocSecurity>4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Nr korespondencji</vt:lpstr>
      <vt:lpstr>Nr korespondencji</vt:lpstr>
      <vt:lpstr>Nr korespondencji</vt:lpstr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Dyspozycja wydania</dc:title>
  <dc:creator>Budzejko Ewa</dc:creator>
  <cp:lastModifiedBy>Fryc Szymon (RAF)</cp:lastModifiedBy>
  <cp:revision>2</cp:revision>
  <cp:lastPrinted>2017-09-04T11:33:00Z</cp:lastPrinted>
  <dcterms:created xsi:type="dcterms:W3CDTF">2025-09-17T08:49:00Z</dcterms:created>
  <dcterms:modified xsi:type="dcterms:W3CDTF">2025-09-17T08:49:00Z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0x010100F747DA656E776145AC2295196E1A7306</vt:lpwstr>
  </property>
  <property fmtid="{D5CDD505-2E9C-101B-9397-08002B2CF9AE}" pid="3" name="_dlc_DocIdItemGuid">
    <vt:lpwstr>6597c919-e3de-4874-99bc-c515fe5dceb5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2021-11-30T12:30:28Z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e6b57914-e1b8-4b1c-923f-dcc5d7fce4fd</vt:lpwstr>
  </property>
  <property fmtid="{D5CDD505-2E9C-101B-9397-08002B2CF9AE}" pid="10" name="MSIP_Label_53312e15-a5e9-4500-a857-15b9f442bba9_ContentBits">
    <vt:lpwstr>0</vt:lpwstr>
  </property>
</Properties>
</file>